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FF18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6B87EE9A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F5951">
        <w:rPr>
          <w:rFonts w:ascii="Corbel" w:hAnsi="Corbel"/>
          <w:i/>
          <w:smallCaps/>
          <w:sz w:val="24"/>
          <w:szCs w:val="24"/>
        </w:rPr>
        <w:t>2019-2022</w:t>
      </w:r>
    </w:p>
    <w:p w14:paraId="4694520B" w14:textId="3F50AE22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9F5951">
        <w:rPr>
          <w:rFonts w:ascii="Corbel" w:hAnsi="Corbel"/>
          <w:sz w:val="20"/>
          <w:szCs w:val="20"/>
        </w:rPr>
        <w:t>1</w:t>
      </w:r>
      <w:r w:rsidR="0041193A">
        <w:rPr>
          <w:rFonts w:ascii="Corbel" w:hAnsi="Corbel"/>
          <w:sz w:val="20"/>
          <w:szCs w:val="20"/>
        </w:rPr>
        <w:t>/202</w:t>
      </w:r>
      <w:r w:rsidR="009F5951">
        <w:rPr>
          <w:rFonts w:ascii="Corbel" w:hAnsi="Corbel"/>
          <w:sz w:val="20"/>
          <w:szCs w:val="20"/>
        </w:rPr>
        <w:t>2</w:t>
      </w:r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E/I/GFiR/C-1.5b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77777777" w:rsidR="0085747A" w:rsidRPr="009C54AE" w:rsidRDefault="0017512A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5B7B2A14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7F8B54" w:rsidR="00015B8F" w:rsidRPr="009C54AE" w:rsidRDefault="00F542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05CA924E" w:rsidR="008F79D9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44FBF0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Wykłady – egzamin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5763"/>
        <w:gridCol w:w="2341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69F618DC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169CB7C6" w:rsidR="0085747A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2F39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C74F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D7F96F" w14:textId="77777777" w:rsidTr="00923D7D">
        <w:tc>
          <w:tcPr>
            <w:tcW w:w="9639" w:type="dxa"/>
          </w:tcPr>
          <w:p w14:paraId="214CFEC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1C43475D" w14:textId="77777777" w:rsidTr="00923D7D">
        <w:tc>
          <w:tcPr>
            <w:tcW w:w="9639" w:type="dxa"/>
          </w:tcPr>
          <w:p w14:paraId="7588CD92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41193A" w:rsidRPr="009C54AE" w14:paraId="3D4AD0FA" w14:textId="77777777" w:rsidTr="00923D7D">
        <w:tc>
          <w:tcPr>
            <w:tcW w:w="9639" w:type="dxa"/>
          </w:tcPr>
          <w:p w14:paraId="5C156EDC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41193A" w:rsidRPr="009C54AE" w14:paraId="00583C89" w14:textId="77777777" w:rsidTr="00923D7D">
        <w:tc>
          <w:tcPr>
            <w:tcW w:w="9639" w:type="dxa"/>
          </w:tcPr>
          <w:p w14:paraId="7A3FE59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41193A" w:rsidRPr="009C54AE" w14:paraId="11E8544A" w14:textId="77777777" w:rsidTr="00923D7D">
        <w:tc>
          <w:tcPr>
            <w:tcW w:w="9639" w:type="dxa"/>
          </w:tcPr>
          <w:p w14:paraId="5417035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41193A" w:rsidRPr="009C54AE" w14:paraId="3BDE3475" w14:textId="77777777" w:rsidTr="00923D7D">
        <w:tc>
          <w:tcPr>
            <w:tcW w:w="9639" w:type="dxa"/>
          </w:tcPr>
          <w:p w14:paraId="18F64C6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41193A" w:rsidRPr="009C54AE" w14:paraId="50487E20" w14:textId="77777777" w:rsidTr="00923D7D">
        <w:tc>
          <w:tcPr>
            <w:tcW w:w="9639" w:type="dxa"/>
          </w:tcPr>
          <w:p w14:paraId="568F3DF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</w:p>
        </w:tc>
      </w:tr>
      <w:tr w:rsidR="0041193A" w:rsidRPr="009C54AE" w14:paraId="1F13449D" w14:textId="77777777" w:rsidTr="00923D7D">
        <w:tc>
          <w:tcPr>
            <w:tcW w:w="9639" w:type="dxa"/>
          </w:tcPr>
          <w:p w14:paraId="081B6C3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</w:tbl>
    <w:p w14:paraId="413BE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9C55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573B86A" w14:textId="77777777" w:rsidTr="00923D7D">
        <w:tc>
          <w:tcPr>
            <w:tcW w:w="9639" w:type="dxa"/>
          </w:tcPr>
          <w:p w14:paraId="178A73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41193A" w:rsidRPr="009C54AE" w14:paraId="5DEE45B2" w14:textId="77777777" w:rsidTr="00923D7D">
        <w:tc>
          <w:tcPr>
            <w:tcW w:w="9639" w:type="dxa"/>
          </w:tcPr>
          <w:p w14:paraId="760FF9C7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Koncepcja neuromarketingu, przykłady technik NLP.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D62BA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1C513331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7225AC6D" w14:textId="77777777" w:rsidR="00DC4D34" w:rsidRPr="00FC39F8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B0ED1CA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F9D5E3D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76FA1" w14:textId="77777777" w:rsidTr="00923D7D">
        <w:tc>
          <w:tcPr>
            <w:tcW w:w="9670" w:type="dxa"/>
          </w:tcPr>
          <w:p w14:paraId="4A3A0891" w14:textId="5DD87102" w:rsidR="0085747A" w:rsidRPr="009C54AE" w:rsidRDefault="00393406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Ćwiczenia: Kończą się zaliczeniem na ocenę, którą student otrzymuje jako składową różnych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77777777" w:rsidR="00C61DC5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2EAB53AA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>(przygotowanie do zajęć, egzaminu,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77777777" w:rsidR="00C61DC5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Maister D.H., Green C.H., Galford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Futrell Ch.M.,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Rosell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4. Moulinier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Sparks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Mortensen K.W., 2006, Sztuka wywierania wpływu na ludzi. Dwanaście uniwersalnych praw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DB2D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5D0BC" w14:textId="77777777" w:rsidR="00337C40" w:rsidRDefault="00337C40" w:rsidP="00C16ABF">
      <w:pPr>
        <w:spacing w:after="0" w:line="240" w:lineRule="auto"/>
      </w:pPr>
      <w:r>
        <w:separator/>
      </w:r>
    </w:p>
  </w:endnote>
  <w:endnote w:type="continuationSeparator" w:id="0">
    <w:p w14:paraId="1506B088" w14:textId="77777777" w:rsidR="00337C40" w:rsidRDefault="00337C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337FB" w14:textId="77777777" w:rsidR="00337C40" w:rsidRDefault="00337C40" w:rsidP="00C16ABF">
      <w:pPr>
        <w:spacing w:after="0" w:line="240" w:lineRule="auto"/>
      </w:pPr>
      <w:r>
        <w:separator/>
      </w:r>
    </w:p>
  </w:footnote>
  <w:footnote w:type="continuationSeparator" w:id="0">
    <w:p w14:paraId="6A058CB7" w14:textId="77777777" w:rsidR="00337C40" w:rsidRDefault="00337C4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37C40"/>
    <w:rsid w:val="00346FE9"/>
    <w:rsid w:val="0034759A"/>
    <w:rsid w:val="003503F6"/>
    <w:rsid w:val="003530DD"/>
    <w:rsid w:val="00363F78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5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40F3E2-333F-491A-86E8-49DB49F67D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DD3D-1837-48C3-AB71-2B6323BD9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2020-09-30T13:29:00Z</dcterms:created>
  <dcterms:modified xsi:type="dcterms:W3CDTF">2020-12-09T11:17:00Z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